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4E752F" w:rsidRPr="00E960BB" w:rsidRDefault="004E752F" w:rsidP="004E752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4E752F" w:rsidRPr="009C54AE" w:rsidRDefault="004E752F" w:rsidP="004E752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48CA24D9" w:rsidR="004E752F" w:rsidRDefault="004E752F" w:rsidP="004E752F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30D5F">
        <w:rPr>
          <w:rFonts w:ascii="Corbel" w:hAnsi="Corbel"/>
          <w:i/>
          <w:smallCaps/>
          <w:sz w:val="24"/>
          <w:szCs w:val="24"/>
        </w:rPr>
        <w:t>2019-2022</w:t>
      </w:r>
    </w:p>
    <w:p w14:paraId="0F05DE12" w14:textId="5DB7240C" w:rsidR="004E752F" w:rsidRDefault="004E752F" w:rsidP="004E752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921C1F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921C1F">
        <w:rPr>
          <w:rFonts w:ascii="Corbel" w:hAnsi="Corbel"/>
          <w:sz w:val="20"/>
          <w:szCs w:val="20"/>
        </w:rPr>
        <w:t xml:space="preserve"> </w:t>
      </w:r>
      <w:r w:rsidR="00C71032">
        <w:rPr>
          <w:rFonts w:ascii="Corbel" w:hAnsi="Corbel"/>
          <w:sz w:val="20"/>
          <w:szCs w:val="20"/>
        </w:rPr>
        <w:t>202</w:t>
      </w:r>
      <w:r w:rsidR="00730D5F">
        <w:rPr>
          <w:rFonts w:ascii="Corbel" w:hAnsi="Corbel"/>
          <w:sz w:val="20"/>
          <w:szCs w:val="20"/>
        </w:rPr>
        <w:t>1</w:t>
      </w:r>
      <w:r w:rsidR="00C71032">
        <w:rPr>
          <w:rFonts w:ascii="Corbel" w:hAnsi="Corbel"/>
          <w:sz w:val="20"/>
          <w:szCs w:val="20"/>
        </w:rPr>
        <w:t>/202</w:t>
      </w:r>
      <w:r w:rsidR="00730D5F">
        <w:rPr>
          <w:rFonts w:ascii="Corbel" w:hAnsi="Corbel"/>
          <w:sz w:val="20"/>
          <w:szCs w:val="20"/>
        </w:rPr>
        <w:t>2</w:t>
      </w:r>
    </w:p>
    <w:p w14:paraId="0A37501D" w14:textId="77777777" w:rsidR="004E752F" w:rsidRPr="009C54AE" w:rsidRDefault="004E752F" w:rsidP="004E752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4E752F" w:rsidRPr="009C54AE" w:rsidRDefault="004E752F" w:rsidP="004E752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752F" w:rsidRPr="009C54AE" w14:paraId="691054EE" w14:textId="77777777" w:rsidTr="00C22102">
        <w:tc>
          <w:tcPr>
            <w:tcW w:w="2694" w:type="dxa"/>
            <w:vAlign w:val="center"/>
          </w:tcPr>
          <w:p w14:paraId="59701564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2D00B1" w14:textId="5EFB57B7" w:rsidR="004E752F" w:rsidRPr="00B0549B" w:rsidRDefault="00B0549B" w:rsidP="004B3EC6">
            <w:pPr>
              <w:pStyle w:val="Odpowiedzi"/>
              <w:rPr>
                <w:rFonts w:ascii="Corbel" w:hAnsi="Corbel"/>
                <w:b w:val="0"/>
                <w:bCs/>
                <w:i/>
                <w:color w:val="FF0000"/>
                <w:sz w:val="24"/>
                <w:szCs w:val="24"/>
              </w:rPr>
            </w:pPr>
            <w:r w:rsidRPr="00B0549B">
              <w:rPr>
                <w:rFonts w:ascii="Corbel" w:hAnsi="Corbel"/>
                <w:b w:val="0"/>
                <w:bCs/>
                <w:sz w:val="24"/>
                <w:szCs w:val="24"/>
              </w:rPr>
              <w:t>Marketing  na rynku usług finansowych</w:t>
            </w:r>
          </w:p>
        </w:tc>
      </w:tr>
      <w:tr w:rsidR="004E752F" w:rsidRPr="009C54AE" w14:paraId="10F035CD" w14:textId="77777777" w:rsidTr="00C22102">
        <w:tc>
          <w:tcPr>
            <w:tcW w:w="2694" w:type="dxa"/>
            <w:vAlign w:val="center"/>
          </w:tcPr>
          <w:p w14:paraId="4CA29152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6FB5AF0" w14:textId="77777777" w:rsidR="004E752F" w:rsidRPr="00D6345B" w:rsidRDefault="004E752F" w:rsidP="00C2210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6345B">
              <w:rPr>
                <w:rFonts w:ascii="Corbel" w:hAnsi="Corbel"/>
                <w:b w:val="0"/>
                <w:color w:val="auto"/>
                <w:sz w:val="24"/>
                <w:szCs w:val="24"/>
              </w:rPr>
              <w:t>E/I/</w:t>
            </w:r>
            <w:proofErr w:type="spellStart"/>
            <w:r w:rsidRPr="00D6345B">
              <w:rPr>
                <w:rFonts w:ascii="Corbel" w:hAnsi="Corbel"/>
                <w:b w:val="0"/>
                <w:color w:val="auto"/>
                <w:sz w:val="24"/>
                <w:szCs w:val="24"/>
              </w:rPr>
              <w:t>GFiR</w:t>
            </w:r>
            <w:proofErr w:type="spellEnd"/>
            <w:r w:rsidRPr="00D6345B">
              <w:rPr>
                <w:rFonts w:ascii="Corbel" w:hAnsi="Corbel"/>
                <w:b w:val="0"/>
                <w:color w:val="auto"/>
                <w:sz w:val="24"/>
                <w:szCs w:val="24"/>
              </w:rPr>
              <w:t>/C-1.</w:t>
            </w:r>
            <w:r w:rsidR="00C70209">
              <w:rPr>
                <w:rFonts w:ascii="Corbel" w:hAnsi="Corbel"/>
                <w:b w:val="0"/>
                <w:color w:val="auto"/>
                <w:sz w:val="24"/>
                <w:szCs w:val="24"/>
              </w:rPr>
              <w:t>11b</w:t>
            </w:r>
          </w:p>
        </w:tc>
      </w:tr>
      <w:tr w:rsidR="004E752F" w:rsidRPr="009C54AE" w14:paraId="4E2F8C33" w14:textId="77777777" w:rsidTr="00C22102">
        <w:tc>
          <w:tcPr>
            <w:tcW w:w="2694" w:type="dxa"/>
            <w:vAlign w:val="center"/>
          </w:tcPr>
          <w:p w14:paraId="19552E28" w14:textId="77777777" w:rsidR="004E752F" w:rsidRPr="009C54AE" w:rsidRDefault="004E752F" w:rsidP="00C2210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752F" w:rsidRPr="009C54AE" w14:paraId="729EEB71" w14:textId="77777777" w:rsidTr="00C22102">
        <w:tc>
          <w:tcPr>
            <w:tcW w:w="2694" w:type="dxa"/>
            <w:vAlign w:val="center"/>
          </w:tcPr>
          <w:p w14:paraId="0A39E105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4E752F" w:rsidRPr="009C54AE" w:rsidRDefault="00C71032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E752F" w:rsidRPr="009C54AE" w14:paraId="048482E6" w14:textId="77777777" w:rsidTr="00C22102">
        <w:tc>
          <w:tcPr>
            <w:tcW w:w="2694" w:type="dxa"/>
            <w:vAlign w:val="center"/>
          </w:tcPr>
          <w:p w14:paraId="4B835047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4E752F" w:rsidRPr="009C54AE" w14:paraId="27F70225" w14:textId="77777777" w:rsidTr="00C22102">
        <w:tc>
          <w:tcPr>
            <w:tcW w:w="2694" w:type="dxa"/>
            <w:vAlign w:val="center"/>
          </w:tcPr>
          <w:p w14:paraId="448A1CED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4E752F" w:rsidRPr="009C54AE" w:rsidRDefault="00C71032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4E752F" w:rsidRPr="009C54AE" w14:paraId="3A488BE5" w14:textId="77777777" w:rsidTr="00C22102">
        <w:tc>
          <w:tcPr>
            <w:tcW w:w="2694" w:type="dxa"/>
            <w:vAlign w:val="center"/>
          </w:tcPr>
          <w:p w14:paraId="04C0481C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4E752F" w:rsidRPr="009C54AE" w14:paraId="5C70B2EB" w14:textId="77777777" w:rsidTr="00C22102">
        <w:tc>
          <w:tcPr>
            <w:tcW w:w="2694" w:type="dxa"/>
            <w:vAlign w:val="center"/>
          </w:tcPr>
          <w:p w14:paraId="7C3992E0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E752F" w:rsidRPr="009C54AE" w14:paraId="60CC448A" w14:textId="77777777" w:rsidTr="00C22102">
        <w:tc>
          <w:tcPr>
            <w:tcW w:w="2694" w:type="dxa"/>
            <w:vAlign w:val="center"/>
          </w:tcPr>
          <w:p w14:paraId="47AAF248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B4CB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B4CBC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4E752F" w:rsidRPr="009C54AE" w14:paraId="6C505C59" w14:textId="77777777" w:rsidTr="00C22102">
        <w:tc>
          <w:tcPr>
            <w:tcW w:w="2694" w:type="dxa"/>
            <w:vAlign w:val="center"/>
          </w:tcPr>
          <w:p w14:paraId="5863A118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4E752F" w:rsidRPr="009C54AE" w14:paraId="2786482B" w14:textId="77777777" w:rsidTr="00C22102">
        <w:tc>
          <w:tcPr>
            <w:tcW w:w="2694" w:type="dxa"/>
            <w:vAlign w:val="center"/>
          </w:tcPr>
          <w:p w14:paraId="13A990D4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E752F" w:rsidRPr="009C54AE" w14:paraId="3E9548C5" w14:textId="77777777" w:rsidTr="00C22102">
        <w:tc>
          <w:tcPr>
            <w:tcW w:w="2694" w:type="dxa"/>
            <w:vAlign w:val="center"/>
          </w:tcPr>
          <w:p w14:paraId="69C2AF6E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4E752F" w:rsidRPr="009C54AE" w14:paraId="2CF45CF9" w14:textId="77777777" w:rsidTr="00C22102">
        <w:tc>
          <w:tcPr>
            <w:tcW w:w="2694" w:type="dxa"/>
            <w:vAlign w:val="center"/>
          </w:tcPr>
          <w:p w14:paraId="471FE442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26C015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  <w:r w:rsidR="004B3EC6">
              <w:rPr>
                <w:rFonts w:ascii="Corbel" w:hAnsi="Corbel"/>
                <w:b w:val="0"/>
                <w:sz w:val="24"/>
                <w:szCs w:val="24"/>
              </w:rPr>
              <w:t>, dr Marta Kawa</w:t>
            </w:r>
          </w:p>
        </w:tc>
      </w:tr>
    </w:tbl>
    <w:p w14:paraId="57A64E18" w14:textId="77777777" w:rsidR="004E752F" w:rsidRPr="009C54AE" w:rsidRDefault="004E752F" w:rsidP="004E752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0E91BDB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D634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5B4C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5B4CBC" w:rsidRPr="009C54AE" w:rsidRDefault="005B4CBC" w:rsidP="005B4CB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5B4CBC" w:rsidRPr="009C54AE" w:rsidRDefault="005B4CBC" w:rsidP="005B4CB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979046" w14:textId="784D0618" w:rsidR="00DD63BE" w:rsidRDefault="00DD63BE" w:rsidP="00DD63B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4D86A4F2" w14:textId="77777777" w:rsidR="00DD63BE" w:rsidRDefault="00DD63BE" w:rsidP="00DD63BE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4EAFD9C" w14:textId="77777777" w:rsidR="005B4CBC" w:rsidRPr="009C54AE" w:rsidRDefault="005B4CBC" w:rsidP="005B4CB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A6C5E0" w14:textId="77777777" w:rsidR="0098088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</w:t>
      </w:r>
    </w:p>
    <w:p w14:paraId="55D48E7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B94D5A5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CC2C3ED" w14:textId="77777777" w:rsidTr="00745302">
        <w:tc>
          <w:tcPr>
            <w:tcW w:w="9670" w:type="dxa"/>
          </w:tcPr>
          <w:p w14:paraId="0C4A2733" w14:textId="77777777" w:rsidR="0085747A" w:rsidRPr="00064B9D" w:rsidRDefault="00D6345B" w:rsidP="00C71032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Makro- i m</w:t>
            </w:r>
            <w:r w:rsidR="00064B9D" w:rsidRPr="00AA30D7">
              <w:rPr>
                <w:rFonts w:ascii="Corbel" w:hAnsi="Corbel"/>
                <w:sz w:val="24"/>
                <w:szCs w:val="24"/>
              </w:rPr>
              <w:t xml:space="preserve">ikroekonomia - znajomość </w:t>
            </w:r>
            <w:r w:rsidR="004B3EC6">
              <w:rPr>
                <w:rFonts w:ascii="Corbel" w:hAnsi="Corbel"/>
                <w:sz w:val="24"/>
                <w:szCs w:val="24"/>
              </w:rPr>
              <w:t>podstawowej wiedzy ekonomicznej oraz podstaw marketingu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3EEF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4B3EC6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45FB081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6345B" w:rsidRPr="009C54AE" w14:paraId="5FF60125" w14:textId="77777777" w:rsidTr="00923D7D">
        <w:tc>
          <w:tcPr>
            <w:tcW w:w="851" w:type="dxa"/>
            <w:vAlign w:val="center"/>
          </w:tcPr>
          <w:p w14:paraId="5372B5A4" w14:textId="77777777" w:rsidR="00D6345B" w:rsidRPr="00980881" w:rsidRDefault="00D6345B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80881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5D40A64C" w14:textId="77777777" w:rsidR="00D6345B" w:rsidRPr="00D6345B" w:rsidRDefault="00D6345B" w:rsidP="00B675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B67531">
              <w:rPr>
                <w:rFonts w:ascii="Corbel" w:hAnsi="Corbel"/>
                <w:sz w:val="24"/>
                <w:szCs w:val="24"/>
              </w:rPr>
              <w:t xml:space="preserve">Rozszerzenie oraz ugruntowanie wiedzy z zakresu </w:t>
            </w:r>
            <w:r w:rsidR="004B3EC6" w:rsidRPr="00B67531">
              <w:rPr>
                <w:rFonts w:ascii="Corbel" w:hAnsi="Corbel" w:cs="TimesNewRomanPSMT"/>
                <w:sz w:val="24"/>
                <w:szCs w:val="24"/>
                <w:lang w:eastAsia="pl-PL"/>
              </w:rPr>
              <w:t>działań marketingowych podejmowanych w przedsiębiorstwach i instytucjach</w:t>
            </w:r>
            <w:r w:rsidR="00B67531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 </w:t>
            </w:r>
            <w:r w:rsidR="004B3EC6" w:rsidRPr="00B67531">
              <w:rPr>
                <w:rFonts w:ascii="Corbel" w:hAnsi="Corbel" w:cs="TimesNewRomanPSMT"/>
                <w:sz w:val="24"/>
                <w:szCs w:val="24"/>
                <w:lang w:eastAsia="pl-PL"/>
              </w:rPr>
              <w:t>ze sfery usług finansowych.</w:t>
            </w:r>
          </w:p>
        </w:tc>
      </w:tr>
      <w:tr w:rsidR="00D6345B" w:rsidRPr="009C54AE" w14:paraId="59B955E4" w14:textId="77777777" w:rsidTr="00923D7D">
        <w:tc>
          <w:tcPr>
            <w:tcW w:w="851" w:type="dxa"/>
            <w:vAlign w:val="center"/>
          </w:tcPr>
          <w:p w14:paraId="550CF7E8" w14:textId="77777777" w:rsidR="00D6345B" w:rsidRPr="00980881" w:rsidRDefault="00D6345B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80881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2E278A33" w14:textId="77777777" w:rsidR="00D6345B" w:rsidRPr="00D6345B" w:rsidRDefault="00D6345B" w:rsidP="00122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345B">
              <w:rPr>
                <w:rFonts w:ascii="Corbel" w:hAnsi="Corbel"/>
                <w:b w:val="0"/>
                <w:sz w:val="24"/>
                <w:szCs w:val="24"/>
              </w:rPr>
              <w:t>Zapoznanie się z poszczególnymi formami rynków usług finansowych</w:t>
            </w:r>
          </w:p>
        </w:tc>
      </w:tr>
    </w:tbl>
    <w:p w14:paraId="049F31CB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71032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577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C7103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57727F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577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57727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5B4CB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6345B" w:rsidRPr="009C54AE" w14:paraId="473178B4" w14:textId="77777777" w:rsidTr="005E6E85">
        <w:tc>
          <w:tcPr>
            <w:tcW w:w="1701" w:type="dxa"/>
          </w:tcPr>
          <w:p w14:paraId="4FCA5964" w14:textId="77777777" w:rsidR="00D6345B" w:rsidRPr="009C54AE" w:rsidRDefault="00D634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5EFB6CB6" w14:textId="77777777" w:rsidR="00D6345B" w:rsidRPr="00D6345B" w:rsidRDefault="00D6345B" w:rsidP="00D634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mallCaps w:val="0"/>
                <w:szCs w:val="24"/>
              </w:rPr>
              <w:t>Wymienia i opisuje podstawowe pojęcia z zakresu</w:t>
            </w:r>
            <w:r w:rsidR="00B67531">
              <w:rPr>
                <w:rFonts w:ascii="Corbel" w:hAnsi="Corbel"/>
                <w:b w:val="0"/>
                <w:smallCaps w:val="0"/>
                <w:szCs w:val="24"/>
              </w:rPr>
              <w:t xml:space="preserve"> marketingu</w:t>
            </w:r>
            <w:r w:rsidRPr="00D6345B">
              <w:rPr>
                <w:rFonts w:ascii="Corbel" w:hAnsi="Corbel"/>
                <w:b w:val="0"/>
                <w:smallCaps w:val="0"/>
                <w:szCs w:val="24"/>
              </w:rPr>
              <w:t xml:space="preserve"> usług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D6345B" w:rsidRPr="00D6345B" w:rsidRDefault="00D6345B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D6345B" w:rsidRPr="009C54AE" w14:paraId="67F4BD45" w14:textId="77777777" w:rsidTr="005E6E85">
        <w:tc>
          <w:tcPr>
            <w:tcW w:w="1701" w:type="dxa"/>
          </w:tcPr>
          <w:p w14:paraId="56A76B19" w14:textId="77777777" w:rsidR="00D6345B" w:rsidRPr="009C54AE" w:rsidRDefault="00D634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D8F92F1" w14:textId="77777777" w:rsidR="00D6345B" w:rsidRPr="00D6345B" w:rsidRDefault="00D6345B" w:rsidP="006D6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mallCaps w:val="0"/>
                <w:szCs w:val="24"/>
              </w:rPr>
              <w:t xml:space="preserve">Opisuje prawidłowości funkcjonowania rynku usług finansowych </w:t>
            </w:r>
            <w:r w:rsidR="006D624D">
              <w:rPr>
                <w:rFonts w:ascii="Corbel" w:hAnsi="Corbel"/>
                <w:b w:val="0"/>
                <w:smallCaps w:val="0"/>
                <w:szCs w:val="24"/>
              </w:rPr>
              <w:t>w kontekście działań marketingowych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FB25131" w14:textId="77777777" w:rsidR="00D6345B" w:rsidRPr="00D6345B" w:rsidRDefault="00D6345B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zCs w:val="24"/>
              </w:rPr>
              <w:t>K_W0</w:t>
            </w:r>
            <w:r w:rsidR="005B4CBC">
              <w:rPr>
                <w:rFonts w:ascii="Corbel" w:hAnsi="Corbel"/>
                <w:b w:val="0"/>
                <w:szCs w:val="24"/>
              </w:rPr>
              <w:t>3</w:t>
            </w:r>
          </w:p>
        </w:tc>
      </w:tr>
      <w:tr w:rsidR="00D6345B" w:rsidRPr="009C54AE" w14:paraId="3AF4BDAA" w14:textId="77777777" w:rsidTr="005E6E85">
        <w:tc>
          <w:tcPr>
            <w:tcW w:w="1701" w:type="dxa"/>
          </w:tcPr>
          <w:p w14:paraId="41960800" w14:textId="77777777" w:rsidR="00D6345B" w:rsidRPr="009C54AE" w:rsidRDefault="00D634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C07C7F8" w14:textId="77777777" w:rsidR="00D6345B" w:rsidRPr="00D6345B" w:rsidRDefault="00D6345B" w:rsidP="006D6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mallCaps w:val="0"/>
                <w:szCs w:val="24"/>
              </w:rPr>
              <w:t>Stosuje teoretyczną wiedzę z zakresu</w:t>
            </w:r>
            <w:r w:rsidR="006D624D">
              <w:rPr>
                <w:rFonts w:ascii="Corbel" w:hAnsi="Corbel"/>
                <w:b w:val="0"/>
                <w:smallCaps w:val="0"/>
                <w:szCs w:val="24"/>
              </w:rPr>
              <w:t xml:space="preserve"> marketingu</w:t>
            </w:r>
            <w:r w:rsidRPr="00D6345B">
              <w:rPr>
                <w:rFonts w:ascii="Corbel" w:hAnsi="Corbel"/>
                <w:b w:val="0"/>
                <w:smallCaps w:val="0"/>
                <w:szCs w:val="24"/>
              </w:rPr>
              <w:t xml:space="preserve"> do rozwiązywania podst</w:t>
            </w:r>
            <w:r w:rsidR="006D624D">
              <w:rPr>
                <w:rFonts w:ascii="Corbel" w:hAnsi="Corbel"/>
                <w:b w:val="0"/>
                <w:smallCaps w:val="0"/>
                <w:szCs w:val="24"/>
              </w:rPr>
              <w:t xml:space="preserve">awowych problemów w obszarze funkcjonowania </w:t>
            </w:r>
            <w:r w:rsidRPr="00D6345B">
              <w:rPr>
                <w:rFonts w:ascii="Corbel" w:hAnsi="Corbel"/>
                <w:b w:val="0"/>
                <w:smallCaps w:val="0"/>
                <w:szCs w:val="24"/>
              </w:rPr>
              <w:t>przedsiębiorstwa</w:t>
            </w:r>
            <w:r w:rsidR="006D624D">
              <w:rPr>
                <w:rFonts w:ascii="Corbel" w:hAnsi="Corbel"/>
                <w:b w:val="0"/>
                <w:smallCaps w:val="0"/>
                <w:szCs w:val="24"/>
              </w:rPr>
              <w:t xml:space="preserve"> sfery </w:t>
            </w:r>
            <w:r w:rsidR="006D624D" w:rsidRPr="00D6345B">
              <w:rPr>
                <w:rFonts w:ascii="Corbel" w:hAnsi="Corbel"/>
                <w:b w:val="0"/>
                <w:smallCaps w:val="0"/>
                <w:szCs w:val="24"/>
              </w:rPr>
              <w:t>usług finansowych</w:t>
            </w:r>
            <w:r w:rsidR="006D6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E6EAEE4" w14:textId="77777777" w:rsidR="00D6345B" w:rsidRPr="00D6345B" w:rsidRDefault="00D6345B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57727F" w:rsidRDefault="00675843" w:rsidP="0057727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983C790" w14:textId="77777777" w:rsidR="0085747A" w:rsidRPr="0023489F" w:rsidRDefault="0057727F" w:rsidP="0057727F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57727F">
        <w:rPr>
          <w:rFonts w:ascii="Corbel" w:hAnsi="Corbel"/>
          <w:sz w:val="24"/>
          <w:szCs w:val="24"/>
        </w:rPr>
        <w:t>A.</w:t>
      </w:r>
      <w:r>
        <w:rPr>
          <w:rFonts w:ascii="Corbel" w:hAnsi="Corbel"/>
          <w:b/>
          <w:sz w:val="24"/>
          <w:szCs w:val="24"/>
        </w:rPr>
        <w:t xml:space="preserve">   </w:t>
      </w:r>
      <w:r w:rsidR="0085747A" w:rsidRPr="0023489F">
        <w:rPr>
          <w:rFonts w:ascii="Corbel" w:hAnsi="Corbel"/>
          <w:sz w:val="24"/>
          <w:szCs w:val="24"/>
        </w:rPr>
        <w:t>Prob</w:t>
      </w:r>
      <w:r w:rsidR="0023489F">
        <w:rPr>
          <w:rFonts w:ascii="Corbel" w:hAnsi="Corbel"/>
          <w:sz w:val="24"/>
          <w:szCs w:val="24"/>
        </w:rPr>
        <w:t xml:space="preserve">lematyka </w:t>
      </w:r>
      <w:r w:rsidR="00D6345B">
        <w:rPr>
          <w:rFonts w:ascii="Corbel" w:hAnsi="Corbel"/>
          <w:sz w:val="24"/>
          <w:szCs w:val="24"/>
        </w:rPr>
        <w:t>wykładu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4818" w:rsidRPr="009C54AE" w14:paraId="51C4998F" w14:textId="77777777" w:rsidTr="00122C08">
        <w:tc>
          <w:tcPr>
            <w:tcW w:w="9639" w:type="dxa"/>
          </w:tcPr>
          <w:p w14:paraId="6ADF0B43" w14:textId="77777777" w:rsidR="00564818" w:rsidRPr="0057727F" w:rsidRDefault="00564818" w:rsidP="005772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>Charakterystyka rynku usług finansowych.</w:t>
            </w:r>
          </w:p>
        </w:tc>
      </w:tr>
      <w:tr w:rsidR="00564818" w:rsidRPr="009C54AE" w14:paraId="4949132F" w14:textId="77777777" w:rsidTr="00122C08">
        <w:tc>
          <w:tcPr>
            <w:tcW w:w="9639" w:type="dxa"/>
          </w:tcPr>
          <w:p w14:paraId="7A680E5E" w14:textId="77777777" w:rsidR="00564818" w:rsidRPr="0057727F" w:rsidRDefault="00564818" w:rsidP="005772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 xml:space="preserve">Istota marketingu rozwój orientacji marketingowych </w:t>
            </w:r>
            <w:r w:rsidR="0057727F" w:rsidRPr="0057727F">
              <w:rPr>
                <w:rFonts w:ascii="Corbel" w:hAnsi="Corbel"/>
                <w:sz w:val="24"/>
                <w:szCs w:val="24"/>
              </w:rPr>
              <w:t>instytucji finansowych.</w:t>
            </w:r>
          </w:p>
        </w:tc>
      </w:tr>
      <w:tr w:rsidR="00564818" w:rsidRPr="009C54AE" w14:paraId="75AE0E99" w14:textId="77777777" w:rsidTr="00122C08">
        <w:tc>
          <w:tcPr>
            <w:tcW w:w="9639" w:type="dxa"/>
          </w:tcPr>
          <w:p w14:paraId="1EEBF720" w14:textId="77777777" w:rsidR="00564818" w:rsidRPr="0057727F" w:rsidRDefault="00564818" w:rsidP="005772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>Specyfikacja marketingu  rynku usług finansowych.</w:t>
            </w:r>
          </w:p>
        </w:tc>
      </w:tr>
      <w:tr w:rsidR="0057727F" w:rsidRPr="009C54AE" w14:paraId="628CB97B" w14:textId="77777777" w:rsidTr="00122C08">
        <w:tc>
          <w:tcPr>
            <w:tcW w:w="9639" w:type="dxa"/>
          </w:tcPr>
          <w:p w14:paraId="40F5287A" w14:textId="77777777" w:rsidR="0057727F" w:rsidRPr="0057727F" w:rsidRDefault="0057727F" w:rsidP="00B847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 xml:space="preserve">Typologia  konsumentów usług finansowych oraz  jakość produktu finansowego. </w:t>
            </w:r>
          </w:p>
        </w:tc>
      </w:tr>
      <w:tr w:rsidR="0057727F" w:rsidRPr="009C54AE" w14:paraId="58765FB1" w14:textId="77777777" w:rsidTr="00923D7D">
        <w:tc>
          <w:tcPr>
            <w:tcW w:w="9639" w:type="dxa"/>
          </w:tcPr>
          <w:p w14:paraId="331B55A5" w14:textId="77777777" w:rsidR="0057727F" w:rsidRPr="0057727F" w:rsidRDefault="0057727F" w:rsidP="00B847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>Rynek finansowy,  metody segmentacji klientów usług finansowych.</w:t>
            </w:r>
          </w:p>
        </w:tc>
      </w:tr>
      <w:tr w:rsidR="0057727F" w:rsidRPr="009C54AE" w14:paraId="7CBC5B56" w14:textId="77777777" w:rsidTr="00923D7D">
        <w:tc>
          <w:tcPr>
            <w:tcW w:w="9639" w:type="dxa"/>
          </w:tcPr>
          <w:p w14:paraId="6AE0E217" w14:textId="77777777" w:rsidR="0057727F" w:rsidRPr="0057727F" w:rsidRDefault="0057727F" w:rsidP="00B847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 xml:space="preserve">Marketingowa strategia komunikacji z rynkiem. </w:t>
            </w:r>
          </w:p>
        </w:tc>
      </w:tr>
      <w:tr w:rsidR="0057727F" w:rsidRPr="009C54AE" w14:paraId="2110F3CB" w14:textId="77777777" w:rsidTr="00122C08">
        <w:tc>
          <w:tcPr>
            <w:tcW w:w="9639" w:type="dxa"/>
          </w:tcPr>
          <w:p w14:paraId="55A38A96" w14:textId="77777777" w:rsidR="0057727F" w:rsidRPr="0057727F" w:rsidRDefault="0057727F" w:rsidP="00B847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>Strategie dystrybucji oraz promocji na rynku usług finansowych.</w:t>
            </w:r>
          </w:p>
        </w:tc>
      </w:tr>
      <w:tr w:rsidR="0057727F" w:rsidRPr="009C54AE" w14:paraId="453799B4" w14:textId="77777777" w:rsidTr="00122C08">
        <w:tc>
          <w:tcPr>
            <w:tcW w:w="9639" w:type="dxa"/>
          </w:tcPr>
          <w:p w14:paraId="43E497B9" w14:textId="77777777" w:rsidR="0057727F" w:rsidRPr="0057727F" w:rsidRDefault="0057727F" w:rsidP="00B847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 xml:space="preserve">Formułowanie strategii marketingowych dla poszczególnych  grup interesariuszy. </w:t>
            </w:r>
          </w:p>
        </w:tc>
      </w:tr>
      <w:tr w:rsidR="0057727F" w:rsidRPr="009C54AE" w14:paraId="4F8E15E5" w14:textId="77777777" w:rsidTr="00122C08">
        <w:tc>
          <w:tcPr>
            <w:tcW w:w="9639" w:type="dxa"/>
          </w:tcPr>
          <w:p w14:paraId="6E7D1CAD" w14:textId="77777777" w:rsidR="0057727F" w:rsidRPr="0057727F" w:rsidRDefault="0057727F" w:rsidP="00B847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 xml:space="preserve">Kierunki ewolucji marketingu usług finansowych. 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9E0113E" w14:textId="77777777" w:rsidR="00B80E26" w:rsidRPr="00B80E26" w:rsidRDefault="00B80E26" w:rsidP="00B80E2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80E26">
        <w:rPr>
          <w:rFonts w:ascii="Corbel" w:hAnsi="Corbel"/>
          <w:b w:val="0"/>
          <w:smallCaps w:val="0"/>
          <w:szCs w:val="24"/>
        </w:rPr>
        <w:t>Wykład: wykład problemowy połączony z  prezentacją multimedialną</w:t>
      </w:r>
      <w:r w:rsidR="005B4CBC">
        <w:rPr>
          <w:rFonts w:ascii="Corbel" w:hAnsi="Corbel"/>
          <w:b w:val="0"/>
          <w:smallCaps w:val="0"/>
          <w:szCs w:val="24"/>
        </w:rPr>
        <w:t xml:space="preserve"> </w:t>
      </w:r>
      <w:r w:rsidR="005B4CBC" w:rsidRPr="003669AD">
        <w:rPr>
          <w:rFonts w:ascii="Corbel" w:hAnsi="Corbel"/>
          <w:b w:val="0"/>
          <w:smallCaps w:val="0"/>
          <w:szCs w:val="24"/>
        </w:rPr>
        <w:t xml:space="preserve">przy pomocy platformy MS </w:t>
      </w:r>
      <w:proofErr w:type="spellStart"/>
      <w:r w:rsidR="005B4CBC" w:rsidRPr="003669AD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B99056E" w14:textId="77777777" w:rsidR="00B80E26" w:rsidRPr="0081097C" w:rsidRDefault="00B80E26" w:rsidP="00B80E26">
      <w:pPr>
        <w:pStyle w:val="Punktygwne"/>
        <w:spacing w:before="0" w:after="0"/>
        <w:rPr>
          <w:b w:val="0"/>
          <w:smallCaps w:val="0"/>
          <w:sz w:val="22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299C43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57727F">
        <w:rPr>
          <w:rFonts w:ascii="Corbel" w:hAnsi="Corbel"/>
          <w:smallCaps w:val="0"/>
          <w:szCs w:val="24"/>
        </w:rPr>
        <w:t>uczenia się</w:t>
      </w:r>
    </w:p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</w:t>
            </w:r>
            <w:r w:rsidR="00B21B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80E26" w:rsidRPr="009C54AE" w14:paraId="53742A71" w14:textId="77777777" w:rsidTr="00923D7D">
        <w:tc>
          <w:tcPr>
            <w:tcW w:w="2410" w:type="dxa"/>
          </w:tcPr>
          <w:p w14:paraId="4EEBB90D" w14:textId="77777777" w:rsidR="00B80E26" w:rsidRPr="009C54AE" w:rsidRDefault="00B80E26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4E0D8DF5" w14:textId="77777777" w:rsidR="00B80E26" w:rsidRPr="00B80E26" w:rsidRDefault="00B80E26" w:rsidP="00122C0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B80E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00276226" w14:textId="77777777" w:rsidR="00B80E26" w:rsidRPr="008B6559" w:rsidRDefault="00B80E26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6559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B80E26" w:rsidRPr="009C54AE" w14:paraId="027E4924" w14:textId="77777777" w:rsidTr="00923D7D">
        <w:tc>
          <w:tcPr>
            <w:tcW w:w="2410" w:type="dxa"/>
          </w:tcPr>
          <w:p w14:paraId="69FEFE27" w14:textId="77777777" w:rsidR="00B80E26" w:rsidRPr="009C54AE" w:rsidRDefault="00B80E26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2D50CC7C" w14:textId="77777777" w:rsidR="00B80E26" w:rsidRPr="00B80E26" w:rsidRDefault="00B80E26" w:rsidP="00122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31983E7E" w14:textId="77777777" w:rsidR="00B80E26" w:rsidRPr="008B6559" w:rsidRDefault="00B80E26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6559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B80E26" w:rsidRPr="009C54AE" w14:paraId="2C3ECEAA" w14:textId="77777777" w:rsidTr="00923D7D">
        <w:tc>
          <w:tcPr>
            <w:tcW w:w="2410" w:type="dxa"/>
          </w:tcPr>
          <w:p w14:paraId="002D746F" w14:textId="77777777" w:rsidR="00B80E26" w:rsidRPr="009C54AE" w:rsidRDefault="00B80E26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4DE46190" w14:textId="77777777" w:rsidR="00B80E26" w:rsidRPr="00B80E26" w:rsidRDefault="00B80E26" w:rsidP="00122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0BE2171" w14:textId="77777777" w:rsidR="00B80E26" w:rsidRPr="008B6559" w:rsidRDefault="00B80E26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6559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</w:tbl>
    <w:p w14:paraId="3461D77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80929D" w14:textId="77777777" w:rsidTr="00923D7D">
        <w:tc>
          <w:tcPr>
            <w:tcW w:w="9670" w:type="dxa"/>
          </w:tcPr>
          <w:p w14:paraId="5E69175C" w14:textId="77777777" w:rsidR="00DB0CD2" w:rsidRPr="00B80E26" w:rsidRDefault="00B80E26" w:rsidP="00B80E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26">
              <w:rPr>
                <w:rFonts w:ascii="Corbel" w:hAnsi="Corbel"/>
                <w:b w:val="0"/>
                <w:smallCaps w:val="0"/>
                <w:szCs w:val="24"/>
              </w:rPr>
              <w:t>Przedmiot kończy się zaliczeniem na ocenę. Podstawą zaliczenia jest pozytywne napisanie przez studenta kolokwium zaliczeniowego składającego się z 5 pytań otwartych – każda prawidłowa odpowiedź to 1 punkt.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B0CD2" w:rsidRPr="00DB0CD2">
              <w:rPr>
                <w:rFonts w:ascii="Corbel" w:hAnsi="Corbel"/>
                <w:szCs w:val="24"/>
              </w:rPr>
              <w:t xml:space="preserve"> </w:t>
            </w:r>
            <w:r w:rsidR="00DB0CD2" w:rsidRPr="00B80E26">
              <w:rPr>
                <w:rFonts w:ascii="Corbel" w:hAnsi="Corbel"/>
                <w:b w:val="0"/>
                <w:smallCaps w:val="0"/>
                <w:szCs w:val="24"/>
              </w:rPr>
              <w:t>Student otrzymuje ocenę proporcjonalnie do uzyskanych punktów tj.:</w:t>
            </w:r>
          </w:p>
          <w:p w14:paraId="7669B635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E7D14A5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E2361B4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5D305C82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067BA61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3CF2D8B6" w14:textId="5FD32FD1" w:rsidR="0085747A" w:rsidRPr="009C54AE" w:rsidRDefault="00DB0CD2" w:rsidP="00DD63B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</w:tc>
      </w:tr>
    </w:tbl>
    <w:p w14:paraId="0FB78278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C39945" w14:textId="77777777" w:rsidR="00914542" w:rsidRPr="009C54AE" w:rsidRDefault="0091454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10C3A31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7A856870" w14:textId="77777777" w:rsidTr="10C3A311">
        <w:tc>
          <w:tcPr>
            <w:tcW w:w="4962" w:type="dxa"/>
          </w:tcPr>
          <w:p w14:paraId="765A5D29" w14:textId="77777777" w:rsidR="00D42568" w:rsidRPr="009C54AE" w:rsidRDefault="00D42568" w:rsidP="00C710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C7103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77777777" w:rsidR="00D42568" w:rsidRPr="009C54AE" w:rsidRDefault="00747B0E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42568" w:rsidRPr="009C54AE" w14:paraId="2858F702" w14:textId="77777777" w:rsidTr="10C3A311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0D881619" w14:textId="77777777" w:rsidTr="10C3A311">
        <w:tc>
          <w:tcPr>
            <w:tcW w:w="4962" w:type="dxa"/>
          </w:tcPr>
          <w:p w14:paraId="169356F3" w14:textId="263CDD4E" w:rsidR="00D42568" w:rsidRPr="009C54AE" w:rsidRDefault="00D42568" w:rsidP="005772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0C3A31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10C3A31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10C3A311">
              <w:rPr>
                <w:rFonts w:ascii="Corbel" w:hAnsi="Corbel"/>
                <w:sz w:val="24"/>
                <w:szCs w:val="24"/>
              </w:rPr>
              <w:t xml:space="preserve"> – praca własna studenta </w:t>
            </w:r>
            <w:r w:rsidR="00C71032" w:rsidRPr="10C3A311">
              <w:rPr>
                <w:rFonts w:ascii="Corbel" w:hAnsi="Corbel"/>
                <w:sz w:val="24"/>
                <w:szCs w:val="24"/>
              </w:rPr>
              <w:t>(</w:t>
            </w:r>
            <w:r w:rsidRPr="10C3A311">
              <w:rPr>
                <w:rFonts w:ascii="Corbel" w:hAnsi="Corbel"/>
                <w:sz w:val="24"/>
                <w:szCs w:val="24"/>
              </w:rPr>
              <w:t>kolokwium,</w:t>
            </w:r>
            <w:r w:rsidR="003202E5" w:rsidRPr="10C3A311">
              <w:rPr>
                <w:rFonts w:ascii="Corbel" w:hAnsi="Corbel"/>
                <w:sz w:val="24"/>
                <w:szCs w:val="24"/>
              </w:rPr>
              <w:t xml:space="preserve"> </w:t>
            </w:r>
            <w:r w:rsidRPr="10C3A311">
              <w:rPr>
                <w:rFonts w:ascii="Corbel" w:hAnsi="Corbel"/>
                <w:sz w:val="24"/>
                <w:szCs w:val="24"/>
              </w:rPr>
              <w:t xml:space="preserve">samodzielne studia literatury przedmiotu) </w:t>
            </w:r>
          </w:p>
        </w:tc>
        <w:tc>
          <w:tcPr>
            <w:tcW w:w="4677" w:type="dxa"/>
          </w:tcPr>
          <w:p w14:paraId="7CE58F48" w14:textId="77777777" w:rsidR="00D42568" w:rsidRPr="009C54AE" w:rsidRDefault="000E3F09" w:rsidP="00747B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47B0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4D6280AD" w14:textId="77777777" w:rsidTr="10C3A311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10C3A311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D42568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256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4CE0A41" w14:textId="77777777" w:rsidR="00914542" w:rsidRPr="009C54AE" w:rsidRDefault="0091454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C71032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C710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C71032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C710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D98A12B" w14:textId="77777777" w:rsidR="00914542" w:rsidRPr="009C54AE" w:rsidRDefault="0091454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202E5" w:rsidRPr="00AF4A52" w14:paraId="1AB4EB8C" w14:textId="77777777" w:rsidTr="10C3A311">
        <w:tc>
          <w:tcPr>
            <w:tcW w:w="5000" w:type="pct"/>
          </w:tcPr>
          <w:p w14:paraId="729C9695" w14:textId="77777777" w:rsidR="003202E5" w:rsidRPr="00314664" w:rsidRDefault="003202E5" w:rsidP="00122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66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5C4909B" w14:textId="1776B1C5" w:rsidR="003202E5" w:rsidRPr="00314664" w:rsidRDefault="5B604FD4" w:rsidP="10C3A31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743" w:hanging="425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10C3A311">
              <w:rPr>
                <w:rFonts w:ascii="Corbel" w:hAnsi="Corbel"/>
                <w:sz w:val="24"/>
                <w:szCs w:val="24"/>
              </w:rPr>
              <w:t>Płonka M. , Marketing instytucji finansowych, Wydawnictwo UEK, Kraków 2011</w:t>
            </w:r>
            <w:r w:rsidR="64001A11" w:rsidRPr="10C3A311">
              <w:rPr>
                <w:rFonts w:ascii="Corbel" w:hAnsi="Corbel"/>
                <w:sz w:val="24"/>
                <w:szCs w:val="24"/>
              </w:rPr>
              <w:t>.</w:t>
            </w:r>
          </w:p>
          <w:p w14:paraId="31AF2847" w14:textId="78BD9310" w:rsidR="003202E5" w:rsidRPr="00314664" w:rsidRDefault="5B604FD4" w:rsidP="003202E5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743" w:hanging="425"/>
              <w:rPr>
                <w:rFonts w:ascii="Corbel" w:hAnsi="Corbel"/>
                <w:sz w:val="24"/>
                <w:szCs w:val="24"/>
              </w:rPr>
            </w:pPr>
            <w:r w:rsidRPr="10C3A311">
              <w:rPr>
                <w:rFonts w:ascii="Corbel" w:hAnsi="Corbel"/>
                <w:sz w:val="24"/>
                <w:szCs w:val="24"/>
              </w:rPr>
              <w:t xml:space="preserve">Janas A., </w:t>
            </w:r>
            <w:proofErr w:type="spellStart"/>
            <w:r w:rsidRPr="10C3A311">
              <w:rPr>
                <w:rFonts w:ascii="Corbel" w:hAnsi="Corbel"/>
                <w:sz w:val="24"/>
                <w:szCs w:val="24"/>
              </w:rPr>
              <w:t>Wktor</w:t>
            </w:r>
            <w:proofErr w:type="spellEnd"/>
            <w:r w:rsidRPr="10C3A311">
              <w:rPr>
                <w:rFonts w:ascii="Corbel" w:hAnsi="Corbel"/>
                <w:sz w:val="24"/>
                <w:szCs w:val="24"/>
              </w:rPr>
              <w:t xml:space="preserve"> J. W., Czubała A., Smoleń T. Marketing usług. PWN, Warszawa, 2012</w:t>
            </w:r>
            <w:r w:rsidR="6906144F" w:rsidRPr="10C3A31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202E5" w:rsidRPr="00AF4A52" w14:paraId="4EF6C96C" w14:textId="77777777" w:rsidTr="10C3A311">
        <w:tc>
          <w:tcPr>
            <w:tcW w:w="5000" w:type="pct"/>
          </w:tcPr>
          <w:p w14:paraId="1616B1D9" w14:textId="77777777" w:rsidR="003202E5" w:rsidRPr="00314664" w:rsidRDefault="003202E5" w:rsidP="00122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66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DF7D564" w14:textId="14EC465F" w:rsidR="00D57E38" w:rsidRPr="00314664" w:rsidRDefault="5B604FD4" w:rsidP="00D57E3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0C3A311">
              <w:rPr>
                <w:rFonts w:ascii="Corbel" w:hAnsi="Corbel"/>
                <w:sz w:val="24"/>
                <w:szCs w:val="24"/>
              </w:rPr>
              <w:t xml:space="preserve">Grzywacz J., Marketing banku, </w:t>
            </w:r>
            <w:proofErr w:type="spellStart"/>
            <w:r w:rsidRPr="10C3A311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10C3A311">
              <w:rPr>
                <w:rFonts w:ascii="Corbel" w:hAnsi="Corbel"/>
                <w:sz w:val="24"/>
                <w:szCs w:val="24"/>
              </w:rPr>
              <w:t>, Warszawa 201</w:t>
            </w:r>
            <w:r w:rsidR="56520272" w:rsidRPr="10C3A311">
              <w:rPr>
                <w:rFonts w:ascii="Corbel" w:hAnsi="Corbel"/>
                <w:sz w:val="24"/>
                <w:szCs w:val="24"/>
              </w:rPr>
              <w:t>9</w:t>
            </w:r>
            <w:r w:rsidR="3CFB0583" w:rsidRPr="10C3A311">
              <w:rPr>
                <w:rFonts w:ascii="Corbel" w:hAnsi="Corbel"/>
                <w:sz w:val="24"/>
                <w:szCs w:val="24"/>
              </w:rPr>
              <w:t>.</w:t>
            </w:r>
          </w:p>
          <w:p w14:paraId="42EA780B" w14:textId="3CD425C5" w:rsidR="384349CB" w:rsidRDefault="384349CB" w:rsidP="10C3A311">
            <w:pPr>
              <w:pStyle w:val="Nagwek1"/>
              <w:numPr>
                <w:ilvl w:val="0"/>
                <w:numId w:val="10"/>
              </w:numPr>
              <w:jc w:val="left"/>
              <w:rPr>
                <w:rFonts w:ascii="Corbel" w:eastAsia="Corbel" w:hAnsi="Corbel" w:cs="Corbel"/>
                <w:b w:val="0"/>
                <w:szCs w:val="24"/>
              </w:rPr>
            </w:pPr>
            <w:r w:rsidRPr="10C3A311">
              <w:rPr>
                <w:rFonts w:ascii="Corbel" w:eastAsia="Corbel" w:hAnsi="Corbel" w:cs="Corbel"/>
                <w:b w:val="0"/>
                <w:szCs w:val="24"/>
              </w:rPr>
              <w:t>Szopiński W. Marketing bankowy na przykładzie Banku Polskiej Spółdzielczości SA w Warszawie, Oddział w Rzeszowie. ZN Uniwersytetu Szczecińskiego, nr 747, Problemy Zarządzania, Finansów i Marketingu nr 28, Szczecin, 2013, s. 87-96</w:t>
            </w:r>
            <w:r w:rsidR="0ADD858C" w:rsidRPr="10C3A311">
              <w:rPr>
                <w:rFonts w:ascii="Corbel" w:eastAsia="Corbel" w:hAnsi="Corbel" w:cs="Corbel"/>
                <w:b w:val="0"/>
                <w:szCs w:val="24"/>
              </w:rPr>
              <w:t>.</w:t>
            </w:r>
          </w:p>
          <w:p w14:paraId="69AC93FE" w14:textId="77777777" w:rsidR="003202E5" w:rsidRPr="00314664" w:rsidRDefault="5B604FD4" w:rsidP="10C3A311">
            <w:pPr>
              <w:pStyle w:val="Nagwek1"/>
              <w:keepLines/>
              <w:numPr>
                <w:ilvl w:val="0"/>
                <w:numId w:val="10"/>
              </w:numPr>
              <w:jc w:val="left"/>
              <w:rPr>
                <w:rFonts w:ascii="Corbel" w:hAnsi="Corbel"/>
                <w:b w:val="0"/>
                <w:smallCaps/>
              </w:rPr>
            </w:pPr>
            <w:r w:rsidRPr="10C3A311">
              <w:rPr>
                <w:rFonts w:ascii="Corbel" w:hAnsi="Corbel"/>
                <w:b w:val="0"/>
              </w:rPr>
              <w:t>Gazeta Bankowa.</w:t>
            </w:r>
          </w:p>
        </w:tc>
      </w:tr>
    </w:tbl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D57E38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D57E3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F4FF13" w14:textId="77777777" w:rsidR="000713F9" w:rsidRDefault="000713F9" w:rsidP="00C16ABF">
      <w:pPr>
        <w:spacing w:after="0" w:line="240" w:lineRule="auto"/>
      </w:pPr>
      <w:r>
        <w:separator/>
      </w:r>
    </w:p>
  </w:endnote>
  <w:endnote w:type="continuationSeparator" w:id="0">
    <w:p w14:paraId="315334F4" w14:textId="77777777" w:rsidR="000713F9" w:rsidRDefault="000713F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6C441F" w14:textId="77777777" w:rsidR="000713F9" w:rsidRDefault="000713F9" w:rsidP="00C16ABF">
      <w:pPr>
        <w:spacing w:after="0" w:line="240" w:lineRule="auto"/>
      </w:pPr>
      <w:r>
        <w:separator/>
      </w:r>
    </w:p>
  </w:footnote>
  <w:footnote w:type="continuationSeparator" w:id="0">
    <w:p w14:paraId="49045E5C" w14:textId="77777777" w:rsidR="000713F9" w:rsidRDefault="000713F9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5B4CBC" w:rsidRDefault="005B4CBC" w:rsidP="005B4C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313B7B"/>
    <w:multiLevelType w:val="hybridMultilevel"/>
    <w:tmpl w:val="3DCC44B2"/>
    <w:lvl w:ilvl="0" w:tplc="AFE46BB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5A139C"/>
    <w:multiLevelType w:val="hybridMultilevel"/>
    <w:tmpl w:val="BD6C4DB8"/>
    <w:lvl w:ilvl="0" w:tplc="A792F98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C868BC"/>
    <w:multiLevelType w:val="hybridMultilevel"/>
    <w:tmpl w:val="706C4E06"/>
    <w:lvl w:ilvl="0" w:tplc="461ABB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EEAEA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1D6BB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100C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258880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38411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2EA2A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6DEDA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E3EDA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565861"/>
    <w:multiLevelType w:val="hybridMultilevel"/>
    <w:tmpl w:val="932A1D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7"/>
  </w:num>
  <w:num w:numId="9">
    <w:abstractNumId w:val="8"/>
  </w:num>
  <w:num w:numId="10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403E"/>
    <w:rsid w:val="00042A51"/>
    <w:rsid w:val="00042D2E"/>
    <w:rsid w:val="00044C82"/>
    <w:rsid w:val="000636F3"/>
    <w:rsid w:val="00064B9D"/>
    <w:rsid w:val="00070ED6"/>
    <w:rsid w:val="000713F9"/>
    <w:rsid w:val="000726C1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E3F09"/>
    <w:rsid w:val="000F1C57"/>
    <w:rsid w:val="000F5615"/>
    <w:rsid w:val="00122C08"/>
    <w:rsid w:val="00124BFF"/>
    <w:rsid w:val="0012560E"/>
    <w:rsid w:val="00127108"/>
    <w:rsid w:val="00134B13"/>
    <w:rsid w:val="00141AC5"/>
    <w:rsid w:val="00144ED0"/>
    <w:rsid w:val="00145868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6BAA"/>
    <w:rsid w:val="001A70D2"/>
    <w:rsid w:val="001D657B"/>
    <w:rsid w:val="001D7B54"/>
    <w:rsid w:val="001E0209"/>
    <w:rsid w:val="001F2CA2"/>
    <w:rsid w:val="00202658"/>
    <w:rsid w:val="00205D78"/>
    <w:rsid w:val="002144C0"/>
    <w:rsid w:val="0022477D"/>
    <w:rsid w:val="002275D9"/>
    <w:rsid w:val="002336F9"/>
    <w:rsid w:val="0023489F"/>
    <w:rsid w:val="0024028F"/>
    <w:rsid w:val="00240F05"/>
    <w:rsid w:val="00244ABC"/>
    <w:rsid w:val="00281FF2"/>
    <w:rsid w:val="002857DE"/>
    <w:rsid w:val="00291567"/>
    <w:rsid w:val="002A2389"/>
    <w:rsid w:val="002A671D"/>
    <w:rsid w:val="002B11BE"/>
    <w:rsid w:val="002B4D55"/>
    <w:rsid w:val="002B5001"/>
    <w:rsid w:val="002B5EA0"/>
    <w:rsid w:val="002B6119"/>
    <w:rsid w:val="002C1F06"/>
    <w:rsid w:val="002D73D4"/>
    <w:rsid w:val="002F02A3"/>
    <w:rsid w:val="002F4ABE"/>
    <w:rsid w:val="003018BA"/>
    <w:rsid w:val="00305C92"/>
    <w:rsid w:val="00314664"/>
    <w:rsid w:val="003151C5"/>
    <w:rsid w:val="003202E5"/>
    <w:rsid w:val="003343CF"/>
    <w:rsid w:val="00346FE9"/>
    <w:rsid w:val="0034759A"/>
    <w:rsid w:val="003503F6"/>
    <w:rsid w:val="00353048"/>
    <w:rsid w:val="003530DD"/>
    <w:rsid w:val="0036242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655E"/>
    <w:rsid w:val="00414E3C"/>
    <w:rsid w:val="0042244A"/>
    <w:rsid w:val="0042745A"/>
    <w:rsid w:val="00431D5C"/>
    <w:rsid w:val="004335D1"/>
    <w:rsid w:val="004362C6"/>
    <w:rsid w:val="00437A11"/>
    <w:rsid w:val="00437FA2"/>
    <w:rsid w:val="00461EFC"/>
    <w:rsid w:val="004652C2"/>
    <w:rsid w:val="00471326"/>
    <w:rsid w:val="0047598D"/>
    <w:rsid w:val="004840CB"/>
    <w:rsid w:val="004840FD"/>
    <w:rsid w:val="00490F7D"/>
    <w:rsid w:val="00491678"/>
    <w:rsid w:val="004968E2"/>
    <w:rsid w:val="004A3EEA"/>
    <w:rsid w:val="004A4D1F"/>
    <w:rsid w:val="004B3EC6"/>
    <w:rsid w:val="004D5282"/>
    <w:rsid w:val="004E4AAA"/>
    <w:rsid w:val="004E752F"/>
    <w:rsid w:val="004F1551"/>
    <w:rsid w:val="004F2F6D"/>
    <w:rsid w:val="004F55A3"/>
    <w:rsid w:val="0050496F"/>
    <w:rsid w:val="005068E6"/>
    <w:rsid w:val="00513B6F"/>
    <w:rsid w:val="00515C10"/>
    <w:rsid w:val="00517C63"/>
    <w:rsid w:val="005363C4"/>
    <w:rsid w:val="00536BDE"/>
    <w:rsid w:val="00543ACC"/>
    <w:rsid w:val="00564818"/>
    <w:rsid w:val="0057727F"/>
    <w:rsid w:val="005A0855"/>
    <w:rsid w:val="005A3196"/>
    <w:rsid w:val="005A4BBC"/>
    <w:rsid w:val="005B4CBC"/>
    <w:rsid w:val="005C080F"/>
    <w:rsid w:val="005C55E5"/>
    <w:rsid w:val="005C696A"/>
    <w:rsid w:val="005D71F2"/>
    <w:rsid w:val="005E6E85"/>
    <w:rsid w:val="005F31D2"/>
    <w:rsid w:val="0061029B"/>
    <w:rsid w:val="00617230"/>
    <w:rsid w:val="00621CE1"/>
    <w:rsid w:val="00647FA8"/>
    <w:rsid w:val="006620D9"/>
    <w:rsid w:val="00671958"/>
    <w:rsid w:val="006753D3"/>
    <w:rsid w:val="00675843"/>
    <w:rsid w:val="00696477"/>
    <w:rsid w:val="006974E8"/>
    <w:rsid w:val="006D050F"/>
    <w:rsid w:val="006D6139"/>
    <w:rsid w:val="006D624D"/>
    <w:rsid w:val="006E5D65"/>
    <w:rsid w:val="006F095C"/>
    <w:rsid w:val="006F1282"/>
    <w:rsid w:val="006F1FBC"/>
    <w:rsid w:val="00706544"/>
    <w:rsid w:val="007072BA"/>
    <w:rsid w:val="0071620A"/>
    <w:rsid w:val="00723FB9"/>
    <w:rsid w:val="00724677"/>
    <w:rsid w:val="00725459"/>
    <w:rsid w:val="00730D5F"/>
    <w:rsid w:val="00734608"/>
    <w:rsid w:val="00745302"/>
    <w:rsid w:val="007461D6"/>
    <w:rsid w:val="00746EC8"/>
    <w:rsid w:val="00747B0E"/>
    <w:rsid w:val="00763BF1"/>
    <w:rsid w:val="00766FD4"/>
    <w:rsid w:val="0078168C"/>
    <w:rsid w:val="00790E27"/>
    <w:rsid w:val="007A4022"/>
    <w:rsid w:val="007A6E6E"/>
    <w:rsid w:val="007B6EEB"/>
    <w:rsid w:val="007C3299"/>
    <w:rsid w:val="007C3BCC"/>
    <w:rsid w:val="007D6E56"/>
    <w:rsid w:val="007F4155"/>
    <w:rsid w:val="0081707E"/>
    <w:rsid w:val="008449B3"/>
    <w:rsid w:val="0085747A"/>
    <w:rsid w:val="00884922"/>
    <w:rsid w:val="00885F64"/>
    <w:rsid w:val="008917F9"/>
    <w:rsid w:val="008A45F7"/>
    <w:rsid w:val="008B0208"/>
    <w:rsid w:val="008B4DD3"/>
    <w:rsid w:val="008B6559"/>
    <w:rsid w:val="008C0CC0"/>
    <w:rsid w:val="008C120D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D63"/>
    <w:rsid w:val="0091321A"/>
    <w:rsid w:val="00914542"/>
    <w:rsid w:val="00916188"/>
    <w:rsid w:val="00921C1F"/>
    <w:rsid w:val="00923D7D"/>
    <w:rsid w:val="009508DF"/>
    <w:rsid w:val="00950DAC"/>
    <w:rsid w:val="00954A07"/>
    <w:rsid w:val="00980881"/>
    <w:rsid w:val="00997F14"/>
    <w:rsid w:val="009A75FE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49B"/>
    <w:rsid w:val="00B06142"/>
    <w:rsid w:val="00B135B1"/>
    <w:rsid w:val="00B21BF3"/>
    <w:rsid w:val="00B3130B"/>
    <w:rsid w:val="00B40ADB"/>
    <w:rsid w:val="00B43B77"/>
    <w:rsid w:val="00B43E80"/>
    <w:rsid w:val="00B607DB"/>
    <w:rsid w:val="00B66529"/>
    <w:rsid w:val="00B67531"/>
    <w:rsid w:val="00B75946"/>
    <w:rsid w:val="00B8056E"/>
    <w:rsid w:val="00B80E26"/>
    <w:rsid w:val="00B819C8"/>
    <w:rsid w:val="00B82308"/>
    <w:rsid w:val="00B84775"/>
    <w:rsid w:val="00BB520A"/>
    <w:rsid w:val="00BD3869"/>
    <w:rsid w:val="00BD66E9"/>
    <w:rsid w:val="00BF2C41"/>
    <w:rsid w:val="00C058B4"/>
    <w:rsid w:val="00C131B5"/>
    <w:rsid w:val="00C16ABF"/>
    <w:rsid w:val="00C170AE"/>
    <w:rsid w:val="00C22102"/>
    <w:rsid w:val="00C26CB7"/>
    <w:rsid w:val="00C324C1"/>
    <w:rsid w:val="00C36992"/>
    <w:rsid w:val="00C56036"/>
    <w:rsid w:val="00C61DC5"/>
    <w:rsid w:val="00C67E92"/>
    <w:rsid w:val="00C70209"/>
    <w:rsid w:val="00C70A26"/>
    <w:rsid w:val="00C71032"/>
    <w:rsid w:val="00C766DF"/>
    <w:rsid w:val="00C94B98"/>
    <w:rsid w:val="00CA2B96"/>
    <w:rsid w:val="00CA5089"/>
    <w:rsid w:val="00CD6897"/>
    <w:rsid w:val="00CE5BAC"/>
    <w:rsid w:val="00CF25BE"/>
    <w:rsid w:val="00CF328D"/>
    <w:rsid w:val="00CF78ED"/>
    <w:rsid w:val="00D02B25"/>
    <w:rsid w:val="00D02EBA"/>
    <w:rsid w:val="00D17C3C"/>
    <w:rsid w:val="00D26B2C"/>
    <w:rsid w:val="00D352C9"/>
    <w:rsid w:val="00D42568"/>
    <w:rsid w:val="00D425B2"/>
    <w:rsid w:val="00D552B2"/>
    <w:rsid w:val="00D57E38"/>
    <w:rsid w:val="00D608D1"/>
    <w:rsid w:val="00D6345B"/>
    <w:rsid w:val="00D74119"/>
    <w:rsid w:val="00D8075B"/>
    <w:rsid w:val="00D8678B"/>
    <w:rsid w:val="00DA2114"/>
    <w:rsid w:val="00DB0CD2"/>
    <w:rsid w:val="00DD63BE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A4832"/>
    <w:rsid w:val="00EA5997"/>
    <w:rsid w:val="00EC4899"/>
    <w:rsid w:val="00ED03AB"/>
    <w:rsid w:val="00ED32D2"/>
    <w:rsid w:val="00EE32DE"/>
    <w:rsid w:val="00EE5457"/>
    <w:rsid w:val="00F070AB"/>
    <w:rsid w:val="00F27A7B"/>
    <w:rsid w:val="00F526AF"/>
    <w:rsid w:val="00F5586D"/>
    <w:rsid w:val="00F617C3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  <w:rsid w:val="0ADD858C"/>
    <w:rsid w:val="10C3A311"/>
    <w:rsid w:val="14AB3EC7"/>
    <w:rsid w:val="35F5E8F0"/>
    <w:rsid w:val="384349CB"/>
    <w:rsid w:val="3CFB0583"/>
    <w:rsid w:val="56520272"/>
    <w:rsid w:val="5B604FD4"/>
    <w:rsid w:val="64001A11"/>
    <w:rsid w:val="6906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01DA2"/>
  <w15:chartTrackingRefBased/>
  <w15:docId w15:val="{23F8686F-41A2-4192-A888-0D4B83F11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7E3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7E3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character" w:customStyle="1" w:styleId="st">
    <w:name w:val="st"/>
    <w:basedOn w:val="Domylnaczcionkaakapitu"/>
    <w:rsid w:val="00B80E26"/>
  </w:style>
  <w:style w:type="character" w:styleId="Uwydatnienie">
    <w:name w:val="Emphasis"/>
    <w:uiPriority w:val="20"/>
    <w:qFormat/>
    <w:rsid w:val="00B80E26"/>
    <w:rPr>
      <w:i/>
      <w:iCs/>
    </w:rPr>
  </w:style>
  <w:style w:type="character" w:styleId="Pogrubienie">
    <w:name w:val="Strong"/>
    <w:uiPriority w:val="22"/>
    <w:qFormat/>
    <w:rsid w:val="00B80E26"/>
    <w:rPr>
      <w:b/>
      <w:bCs/>
    </w:rPr>
  </w:style>
  <w:style w:type="character" w:customStyle="1" w:styleId="Nagwek2Znak">
    <w:name w:val="Nagłówek 2 Znak"/>
    <w:link w:val="Nagwek2"/>
    <w:uiPriority w:val="9"/>
    <w:semiHidden/>
    <w:rsid w:val="00D57E3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semiHidden/>
    <w:rsid w:val="00D57E38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me">
    <w:name w:val="name"/>
    <w:basedOn w:val="Domylnaczcionkaakapitu"/>
    <w:rsid w:val="00D57E38"/>
  </w:style>
  <w:style w:type="character" w:customStyle="1" w:styleId="type">
    <w:name w:val="type"/>
    <w:basedOn w:val="Domylnaczcionkaakapitu"/>
    <w:rsid w:val="00D57E38"/>
  </w:style>
  <w:style w:type="character" w:customStyle="1" w:styleId="key">
    <w:name w:val="key"/>
    <w:basedOn w:val="Domylnaczcionkaakapitu"/>
    <w:rsid w:val="00D57E38"/>
  </w:style>
  <w:style w:type="character" w:customStyle="1" w:styleId="value">
    <w:name w:val="value"/>
    <w:basedOn w:val="Domylnaczcionkaakapitu"/>
    <w:rsid w:val="00D57E38"/>
  </w:style>
  <w:style w:type="paragraph" w:customStyle="1" w:styleId="paragraph">
    <w:name w:val="paragraph"/>
    <w:basedOn w:val="Normalny"/>
    <w:rsid w:val="00DD63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D63BE"/>
  </w:style>
  <w:style w:type="character" w:customStyle="1" w:styleId="spellingerror">
    <w:name w:val="spellingerror"/>
    <w:basedOn w:val="Domylnaczcionkaakapitu"/>
    <w:rsid w:val="00DD63BE"/>
  </w:style>
  <w:style w:type="character" w:customStyle="1" w:styleId="eop">
    <w:name w:val="eop"/>
    <w:basedOn w:val="Domylnaczcionkaakapitu"/>
    <w:rsid w:val="00DD63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4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27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E468C-799F-4B0C-8699-2C587A5D8B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4ECE32-8B43-446C-B221-CC5420019E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67E6E3-170B-473A-9554-480E1CF03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695</Words>
  <Characters>4170</Characters>
  <Application>Microsoft Office Word</Application>
  <DocSecurity>0</DocSecurity>
  <Lines>34</Lines>
  <Paragraphs>9</Paragraphs>
  <ScaleCrop>false</ScaleCrop>
  <Company>Hewlett-Packard Company</Company>
  <LinksUpToDate>false</LinksUpToDate>
  <CharactersWithSpaces>4856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11</cp:revision>
  <cp:lastPrinted>2017-02-15T21:41:00Z</cp:lastPrinted>
  <dcterms:created xsi:type="dcterms:W3CDTF">2020-12-04T19:51:00Z</dcterms:created>
  <dcterms:modified xsi:type="dcterms:W3CDTF">2021-02-12T08:55:00Z</dcterms:modified>
</cp:coreProperties>
</file>